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B4B" w:rsidRDefault="00BB3B4B" w:rsidP="00BB3B4B">
      <w:pPr>
        <w:spacing w:before="100" w:beforeAutospacing="1" w:after="100" w:afterAutospacing="1"/>
        <w:jc w:val="left"/>
      </w:pPr>
    </w:p>
    <w:p w:rsidR="00BB3B4B" w:rsidRDefault="00BB3B4B" w:rsidP="00BB3B4B">
      <w:pPr>
        <w:spacing w:before="100" w:beforeAutospacing="1" w:after="100" w:afterAutospacing="1"/>
        <w:jc w:val="left"/>
      </w:pPr>
    </w:p>
    <w:p w:rsidR="00BB3B4B" w:rsidRDefault="00BB3B4B" w:rsidP="00BB3B4B">
      <w:pPr>
        <w:spacing w:before="100" w:beforeAutospacing="1" w:after="100" w:afterAutospacing="1"/>
        <w:jc w:val="left"/>
      </w:pPr>
    </w:p>
    <w:p w:rsidR="00BB3B4B" w:rsidRDefault="00BB3B4B" w:rsidP="00BB3B4B">
      <w:pPr>
        <w:spacing w:before="100" w:beforeAutospacing="1" w:after="100" w:afterAutospacing="1"/>
        <w:jc w:val="left"/>
      </w:pPr>
    </w:p>
    <w:p w:rsidR="000436ED" w:rsidRDefault="000436ED" w:rsidP="007F47C9">
      <w:pPr>
        <w:spacing w:before="100" w:beforeAutospacing="1" w:after="100" w:afterAutospacing="1"/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</w:pPr>
      <w:r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</w:t>
      </w:r>
      <w:proofErr w:type="spellStart"/>
      <w:r w:rsidRPr="000436ED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Kucián</w:t>
      </w:r>
      <w:proofErr w:type="spellEnd"/>
      <w:r w:rsidRPr="000436ED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statika s.r.o., </w:t>
      </w:r>
    </w:p>
    <w:p w:rsidR="000436ED" w:rsidRDefault="000436ED" w:rsidP="007F47C9">
      <w:pPr>
        <w:spacing w:before="100" w:beforeAutospacing="1" w:after="100" w:afterAutospacing="1"/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</w:pPr>
      <w:r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17. listopadu 236</w:t>
      </w:r>
      <w:r w:rsidRPr="000436ED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</w:t>
      </w:r>
    </w:p>
    <w:p w:rsidR="007F47C9" w:rsidRPr="000436ED" w:rsidRDefault="000436ED" w:rsidP="007F47C9">
      <w:pPr>
        <w:spacing w:before="100" w:beforeAutospacing="1" w:after="100" w:afterAutospacing="1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</w:t>
      </w:r>
      <w:r w:rsidRPr="000436ED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Pardubice</w:t>
      </w:r>
    </w:p>
    <w:p w:rsidR="007F47C9" w:rsidRPr="000436ED" w:rsidRDefault="007F47C9" w:rsidP="007F47C9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28"/>
          <w:szCs w:val="28"/>
        </w:rPr>
      </w:pPr>
      <w:r w:rsidRPr="000436ED">
        <w:rPr>
          <w:rFonts w:asciiTheme="minorHAnsi" w:hAnsiTheme="minorHAnsi" w:cstheme="minorHAnsi"/>
          <w:sz w:val="28"/>
          <w:szCs w:val="28"/>
        </w:rPr>
        <w:t xml:space="preserve">                                                                       </w:t>
      </w:r>
    </w:p>
    <w:p w:rsidR="007E7AEA" w:rsidRPr="00BB3B4B" w:rsidRDefault="007E7AEA" w:rsidP="007E7AEA">
      <w:pPr>
        <w:spacing w:before="100" w:beforeAutospacing="1" w:after="100" w:afterAutospacing="1"/>
        <w:jc w:val="right"/>
        <w:rPr>
          <w:rFonts w:asciiTheme="minorHAnsi" w:hAnsiTheme="minorHAnsi" w:cstheme="minorHAnsi"/>
          <w:sz w:val="28"/>
          <w:szCs w:val="28"/>
        </w:rPr>
      </w:pPr>
    </w:p>
    <w:p w:rsidR="0074676E" w:rsidRPr="00BB3B4B" w:rsidRDefault="0074676E" w:rsidP="00BB3B4B">
      <w:pPr>
        <w:spacing w:before="100" w:beforeAutospacing="1" w:after="100" w:afterAutospacing="1"/>
        <w:jc w:val="left"/>
        <w:rPr>
          <w:rFonts w:asciiTheme="minorHAnsi" w:hAnsiTheme="minorHAnsi" w:cstheme="minorHAnsi"/>
          <w:sz w:val="28"/>
          <w:szCs w:val="28"/>
        </w:rPr>
      </w:pPr>
    </w:p>
    <w:p w:rsidR="0074676E" w:rsidRPr="00BB3B4B" w:rsidRDefault="0074676E" w:rsidP="00BB3B4B">
      <w:pPr>
        <w:spacing w:before="100" w:beforeAutospacing="1" w:after="100" w:afterAutospacing="1"/>
        <w:jc w:val="left"/>
        <w:rPr>
          <w:rFonts w:asciiTheme="minorHAnsi" w:hAnsiTheme="minorHAnsi" w:cstheme="minorHAnsi"/>
          <w:sz w:val="28"/>
          <w:szCs w:val="28"/>
        </w:rPr>
      </w:pPr>
    </w:p>
    <w:p w:rsidR="0074676E" w:rsidRPr="00BB3B4B" w:rsidRDefault="0074676E" w:rsidP="00BB3B4B">
      <w:pPr>
        <w:spacing w:before="100" w:beforeAutospacing="1" w:after="100" w:afterAutospacing="1"/>
        <w:jc w:val="left"/>
        <w:rPr>
          <w:rFonts w:asciiTheme="minorHAnsi" w:hAnsiTheme="minorHAnsi" w:cstheme="minorHAnsi"/>
          <w:sz w:val="28"/>
          <w:szCs w:val="28"/>
        </w:rPr>
      </w:pPr>
    </w:p>
    <w:p w:rsidR="0074676E" w:rsidRPr="00BB3B4B" w:rsidRDefault="0074676E" w:rsidP="00BB3B4B">
      <w:pPr>
        <w:spacing w:before="100" w:beforeAutospacing="1" w:after="100" w:afterAutospacing="1"/>
        <w:ind w:left="5664"/>
        <w:jc w:val="left"/>
        <w:rPr>
          <w:rFonts w:asciiTheme="minorHAnsi" w:hAnsiTheme="minorHAnsi" w:cstheme="minorHAnsi"/>
          <w:sz w:val="28"/>
          <w:szCs w:val="28"/>
        </w:rPr>
      </w:pPr>
      <w:bookmarkStart w:id="0" w:name="_GoBack"/>
      <w:bookmarkEnd w:id="0"/>
      <w:r w:rsidRPr="00BB3B4B">
        <w:rPr>
          <w:rFonts w:asciiTheme="minorHAnsi" w:hAnsiTheme="minorHAnsi" w:cstheme="minorHAnsi"/>
          <w:sz w:val="28"/>
          <w:szCs w:val="28"/>
        </w:rPr>
        <w:t xml:space="preserve">V Nymburce dne </w:t>
      </w:r>
      <w:r w:rsidR="007F47C9">
        <w:rPr>
          <w:rFonts w:asciiTheme="minorHAnsi" w:hAnsiTheme="minorHAnsi" w:cstheme="minorHAnsi"/>
          <w:sz w:val="28"/>
          <w:szCs w:val="28"/>
        </w:rPr>
        <w:t>1</w:t>
      </w:r>
      <w:r w:rsidR="00F2717E">
        <w:rPr>
          <w:rFonts w:asciiTheme="minorHAnsi" w:hAnsiTheme="minorHAnsi" w:cstheme="minorHAnsi"/>
          <w:sz w:val="28"/>
          <w:szCs w:val="28"/>
        </w:rPr>
        <w:t>6</w:t>
      </w:r>
      <w:r w:rsidR="00BB3B4B">
        <w:rPr>
          <w:rFonts w:asciiTheme="minorHAnsi" w:hAnsiTheme="minorHAnsi" w:cstheme="minorHAnsi"/>
          <w:sz w:val="28"/>
          <w:szCs w:val="28"/>
        </w:rPr>
        <w:t>.</w:t>
      </w:r>
      <w:r w:rsidR="00640FA4">
        <w:rPr>
          <w:rFonts w:asciiTheme="minorHAnsi" w:hAnsiTheme="minorHAnsi" w:cstheme="minorHAnsi"/>
          <w:sz w:val="28"/>
          <w:szCs w:val="28"/>
        </w:rPr>
        <w:t xml:space="preserve"> </w:t>
      </w:r>
      <w:r w:rsidR="007F47C9">
        <w:rPr>
          <w:rFonts w:asciiTheme="minorHAnsi" w:hAnsiTheme="minorHAnsi" w:cstheme="minorHAnsi"/>
          <w:sz w:val="28"/>
          <w:szCs w:val="28"/>
        </w:rPr>
        <w:t>6</w:t>
      </w:r>
      <w:r w:rsidR="00BB3B4B">
        <w:rPr>
          <w:rFonts w:asciiTheme="minorHAnsi" w:hAnsiTheme="minorHAnsi" w:cstheme="minorHAnsi"/>
          <w:sz w:val="28"/>
          <w:szCs w:val="28"/>
        </w:rPr>
        <w:t>.</w:t>
      </w:r>
      <w:r w:rsidR="00640FA4">
        <w:rPr>
          <w:rFonts w:asciiTheme="minorHAnsi" w:hAnsiTheme="minorHAnsi" w:cstheme="minorHAnsi"/>
          <w:sz w:val="28"/>
          <w:szCs w:val="28"/>
        </w:rPr>
        <w:t xml:space="preserve"> </w:t>
      </w:r>
      <w:r w:rsidR="00BB3B4B">
        <w:rPr>
          <w:rFonts w:asciiTheme="minorHAnsi" w:hAnsiTheme="minorHAnsi" w:cstheme="minorHAnsi"/>
          <w:sz w:val="28"/>
          <w:szCs w:val="28"/>
        </w:rPr>
        <w:t>202</w:t>
      </w:r>
      <w:r w:rsidR="00640FA4">
        <w:rPr>
          <w:rFonts w:asciiTheme="minorHAnsi" w:hAnsiTheme="minorHAnsi" w:cstheme="minorHAnsi"/>
          <w:sz w:val="28"/>
          <w:szCs w:val="28"/>
        </w:rPr>
        <w:t>1</w:t>
      </w:r>
    </w:p>
    <w:p w:rsidR="0074676E" w:rsidRPr="00BB3B4B" w:rsidRDefault="0074676E" w:rsidP="00BB3B4B">
      <w:pPr>
        <w:spacing w:before="100" w:beforeAutospacing="1" w:after="100" w:afterAutospacing="1"/>
        <w:jc w:val="left"/>
        <w:rPr>
          <w:rFonts w:asciiTheme="minorHAnsi" w:hAnsiTheme="minorHAnsi" w:cstheme="minorHAnsi"/>
          <w:sz w:val="28"/>
          <w:szCs w:val="28"/>
        </w:rPr>
      </w:pPr>
    </w:p>
    <w:p w:rsidR="0074676E" w:rsidRPr="00BB3B4B" w:rsidRDefault="0074676E" w:rsidP="00BB3B4B">
      <w:pPr>
        <w:spacing w:before="100" w:beforeAutospacing="1" w:after="100" w:afterAutospacing="1"/>
        <w:jc w:val="left"/>
        <w:rPr>
          <w:rFonts w:asciiTheme="minorHAnsi" w:hAnsiTheme="minorHAnsi" w:cstheme="minorHAnsi"/>
          <w:sz w:val="28"/>
          <w:szCs w:val="28"/>
        </w:rPr>
      </w:pPr>
    </w:p>
    <w:p w:rsidR="00834255" w:rsidRDefault="007F47C9" w:rsidP="00BB3B4B">
      <w:pPr>
        <w:spacing w:before="100" w:beforeAutospacing="1" w:after="100" w:afterAutospacing="1"/>
        <w:jc w:val="left"/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</w:pPr>
      <w:r>
        <w:rPr>
          <w:rFonts w:asciiTheme="minorHAnsi" w:hAnsiTheme="minorHAnsi" w:cstheme="minorHAnsi"/>
          <w:b/>
          <w:bCs/>
          <w:color w:val="222222"/>
          <w:sz w:val="28"/>
          <w:szCs w:val="28"/>
          <w:shd w:val="clear" w:color="auto" w:fill="FFFFFF"/>
        </w:rPr>
        <w:t xml:space="preserve">Věc: </w:t>
      </w:r>
      <w:r w:rsidR="000436ED">
        <w:rPr>
          <w:rFonts w:ascii="Arial" w:hAnsi="Arial" w:cs="Arial"/>
          <w:color w:val="222222"/>
          <w:shd w:val="clear" w:color="auto" w:fill="FFFFFF"/>
        </w:rPr>
        <w:t> </w:t>
      </w:r>
      <w:r w:rsidR="00F2717E" w:rsidRPr="00F2717E">
        <w:rPr>
          <w:rFonts w:asciiTheme="minorHAnsi" w:hAnsiTheme="minorHAnsi" w:cstheme="minorHAnsi"/>
          <w:b/>
          <w:color w:val="222222"/>
          <w:sz w:val="32"/>
          <w:szCs w:val="32"/>
          <w:shd w:val="clear" w:color="auto" w:fill="FFFFFF"/>
        </w:rPr>
        <w:t>Rekonstrukce mostu NB 04 v Nymburce</w:t>
      </w:r>
    </w:p>
    <w:p w:rsidR="0074676E" w:rsidRDefault="0074676E" w:rsidP="007F47C9">
      <w:pPr>
        <w:spacing w:before="100" w:beforeAutospacing="1" w:after="100" w:afterAutospacing="1"/>
        <w:jc w:val="left"/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</w:pPr>
    </w:p>
    <w:p w:rsidR="007F47C9" w:rsidRDefault="007F47C9" w:rsidP="007F47C9">
      <w:pPr>
        <w:spacing w:before="100" w:beforeAutospacing="1" w:after="100" w:afterAutospacing="1"/>
        <w:jc w:val="left"/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</w:pPr>
      <w:r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Na základě Vašeho požadavku vydává společnost DPT s. r.o. níže uvedené vyjádření:</w:t>
      </w:r>
    </w:p>
    <w:p w:rsidR="007F47C9" w:rsidRDefault="007F47C9" w:rsidP="007F47C9">
      <w:pPr>
        <w:spacing w:before="100" w:beforeAutospacing="1" w:after="100" w:afterAutospacing="1"/>
        <w:jc w:val="left"/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</w:pPr>
      <w:r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Ve Vámi uvedeném prostoru se nenachází vedení veřejné komunikační sítě a jeho ochranné pásmo společnosti DPT s.r.o.</w:t>
      </w:r>
    </w:p>
    <w:p w:rsidR="007F47C9" w:rsidRDefault="007F47C9" w:rsidP="007F47C9">
      <w:pPr>
        <w:spacing w:before="100" w:beforeAutospacing="1" w:after="100" w:afterAutospacing="1"/>
        <w:jc w:val="left"/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</w:pPr>
      <w:r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Výše uvedené vyjádření je platné výhradně v rámci předmětné stavby a pro účel vydání vyjádření stanovený žadatelem v žádosti.</w:t>
      </w:r>
    </w:p>
    <w:p w:rsidR="007F47C9" w:rsidRDefault="007F47C9" w:rsidP="007F47C9">
      <w:pPr>
        <w:spacing w:before="100" w:beforeAutospacing="1" w:after="100" w:afterAutospacing="1"/>
        <w:jc w:val="left"/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</w:pPr>
    </w:p>
    <w:p w:rsidR="007F47C9" w:rsidRPr="007F47C9" w:rsidRDefault="007F47C9" w:rsidP="007F47C9">
      <w:pPr>
        <w:spacing w:before="100" w:beforeAutospacing="1" w:after="100" w:afterAutospacing="1"/>
        <w:jc w:val="left"/>
        <w:rPr>
          <w:rFonts w:asciiTheme="minorHAnsi" w:hAnsiTheme="minorHAnsi" w:cstheme="minorHAnsi"/>
          <w:b/>
          <w:sz w:val="28"/>
          <w:szCs w:val="28"/>
        </w:rPr>
      </w:pPr>
      <w:r w:rsidRPr="007F47C9">
        <w:rPr>
          <w:rFonts w:asciiTheme="minorHAnsi" w:hAnsiTheme="minorHAnsi" w:cstheme="minorHAnsi"/>
          <w:b/>
          <w:color w:val="222222"/>
          <w:sz w:val="28"/>
          <w:szCs w:val="28"/>
          <w:shd w:val="clear" w:color="auto" w:fill="FFFFFF"/>
        </w:rPr>
        <w:t>Platnost vyjádření je stanovena na 12 měsíců ode dne vystavení.</w:t>
      </w:r>
    </w:p>
    <w:p w:rsidR="0074676E" w:rsidRPr="007F47C9" w:rsidRDefault="0074676E" w:rsidP="00BB3B4B">
      <w:pPr>
        <w:spacing w:before="100" w:beforeAutospacing="1" w:after="100" w:afterAutospacing="1"/>
        <w:jc w:val="left"/>
        <w:rPr>
          <w:rFonts w:asciiTheme="minorHAnsi" w:hAnsiTheme="minorHAnsi" w:cstheme="minorHAnsi"/>
          <w:b/>
          <w:sz w:val="28"/>
          <w:szCs w:val="28"/>
        </w:rPr>
      </w:pPr>
    </w:p>
    <w:p w:rsidR="0074676E" w:rsidRPr="007E7AEA" w:rsidRDefault="0074676E" w:rsidP="00BB3B4B">
      <w:pPr>
        <w:spacing w:before="100" w:beforeAutospacing="1" w:after="100" w:afterAutospacing="1"/>
        <w:jc w:val="left"/>
        <w:rPr>
          <w:rFonts w:asciiTheme="minorHAnsi" w:hAnsiTheme="minorHAnsi" w:cstheme="minorHAnsi"/>
          <w:sz w:val="28"/>
          <w:szCs w:val="28"/>
        </w:rPr>
      </w:pPr>
    </w:p>
    <w:p w:rsidR="0074676E" w:rsidRPr="007E7AEA" w:rsidRDefault="007E7AEA" w:rsidP="00BB3B4B">
      <w:pPr>
        <w:spacing w:before="100" w:beforeAutospacing="1" w:after="100" w:afterAutospacing="1"/>
        <w:jc w:val="lef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                                                                                   </w:t>
      </w:r>
      <w:r w:rsidR="0074676E" w:rsidRPr="007E7AEA">
        <w:rPr>
          <w:rFonts w:asciiTheme="minorHAnsi" w:hAnsiTheme="minorHAnsi" w:cstheme="minorHAnsi"/>
          <w:sz w:val="28"/>
          <w:szCs w:val="28"/>
        </w:rPr>
        <w:t>S pozdravem</w:t>
      </w:r>
    </w:p>
    <w:p w:rsidR="0074676E" w:rsidRPr="007E7AEA" w:rsidRDefault="0074676E" w:rsidP="00BB3B4B">
      <w:pPr>
        <w:spacing w:before="100" w:beforeAutospacing="1" w:after="100" w:afterAutospacing="1"/>
        <w:jc w:val="left"/>
        <w:rPr>
          <w:rFonts w:asciiTheme="minorHAnsi" w:hAnsiTheme="minorHAnsi" w:cstheme="minorHAnsi"/>
          <w:sz w:val="28"/>
          <w:szCs w:val="28"/>
        </w:rPr>
      </w:pPr>
    </w:p>
    <w:p w:rsidR="0074676E" w:rsidRPr="007E7AEA" w:rsidRDefault="007E7AEA" w:rsidP="00640FA4">
      <w:pPr>
        <w:spacing w:before="100" w:beforeAutospacing="1" w:after="100" w:afterAutospacing="1"/>
        <w:jc w:val="lef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                                                                               </w:t>
      </w:r>
      <w:r w:rsidR="00640FA4" w:rsidRPr="007E7AEA">
        <w:rPr>
          <w:rFonts w:asciiTheme="minorHAnsi" w:hAnsiTheme="minorHAnsi" w:cstheme="minorHAnsi"/>
          <w:sz w:val="28"/>
          <w:szCs w:val="28"/>
        </w:rPr>
        <w:t>Martina Martincová</w:t>
      </w:r>
    </w:p>
    <w:p w:rsidR="00640FA4" w:rsidRPr="007E7AEA" w:rsidRDefault="007E7AEA" w:rsidP="00640FA4">
      <w:pPr>
        <w:spacing w:before="100" w:beforeAutospacing="1" w:after="100" w:afterAutospacing="1"/>
        <w:jc w:val="lef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</w:t>
      </w:r>
      <w:r w:rsidR="00640FA4" w:rsidRPr="007E7AEA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 xml:space="preserve">Oddělení Back </w:t>
      </w:r>
      <w:proofErr w:type="spellStart"/>
      <w:r w:rsidR="00640FA4" w:rsidRPr="007E7AEA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>office</w:t>
      </w:r>
      <w:proofErr w:type="spellEnd"/>
    </w:p>
    <w:sectPr w:rsidR="00640FA4" w:rsidRPr="007E7AEA" w:rsidSect="00BB3B4B">
      <w:headerReference w:type="default" r:id="rId7"/>
      <w:footerReference w:type="default" r:id="rId8"/>
      <w:pgSz w:w="11906" w:h="16838"/>
      <w:pgMar w:top="1417" w:right="1417" w:bottom="1417" w:left="141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C63" w:rsidRDefault="00A00C63" w:rsidP="000C65C6">
      <w:pPr>
        <w:spacing w:after="0" w:line="240" w:lineRule="auto"/>
      </w:pPr>
      <w:r>
        <w:separator/>
      </w:r>
    </w:p>
  </w:endnote>
  <w:endnote w:type="continuationSeparator" w:id="0">
    <w:p w:rsidR="00A00C63" w:rsidRDefault="00A00C63" w:rsidP="000C6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roxima Nova">
    <w:altName w:val="Candara"/>
    <w:panose1 w:val="00000000000000000000"/>
    <w:charset w:val="00"/>
    <w:family w:val="modern"/>
    <w:notTrueType/>
    <w:pitch w:val="variable"/>
    <w:sig w:usb0="00000001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5C6" w:rsidRPr="009D002A" w:rsidRDefault="000C65C6" w:rsidP="000C65C6">
    <w:pPr>
      <w:pStyle w:val="Zpat"/>
      <w:jc w:val="right"/>
      <w:rPr>
        <w:b/>
        <w:color w:val="F5C037"/>
        <w:sz w:val="26"/>
        <w:szCs w:val="26"/>
      </w:rPr>
    </w:pPr>
    <w:r w:rsidRPr="009D002A">
      <w:rPr>
        <w:noProof/>
        <w:color w:val="F5C037"/>
        <w:lang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419100</wp:posOffset>
              </wp:positionH>
              <wp:positionV relativeFrom="page">
                <wp:posOffset>9555480</wp:posOffset>
              </wp:positionV>
              <wp:extent cx="1531620" cy="1257300"/>
              <wp:effectExtent l="0" t="0" r="11430" b="0"/>
              <wp:wrapNone/>
              <wp:docPr id="1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1620" cy="1257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0C65C6" w:rsidRDefault="000C65C6" w:rsidP="00AE31DE">
                          <w:pPr>
                            <w:spacing w:before="0" w:after="0"/>
                          </w:pPr>
                        </w:p>
                        <w:p w:rsidR="000C65C6" w:rsidRDefault="000C65C6" w:rsidP="00AE31DE">
                          <w:pPr>
                            <w:spacing w:before="0" w:after="0"/>
                          </w:pPr>
                        </w:p>
                        <w:p w:rsidR="000C65C6" w:rsidRPr="00AE31DE" w:rsidRDefault="00714245" w:rsidP="003A65CB">
                          <w:pPr>
                            <w:spacing w:after="0"/>
                            <w:rPr>
                              <w:sz w:val="16"/>
                              <w:szCs w:val="16"/>
                            </w:rPr>
                          </w:pPr>
                          <w:r w:rsidRPr="00AE31DE">
                            <w:rPr>
                              <w:sz w:val="16"/>
                              <w:szCs w:val="16"/>
                            </w:rPr>
                            <w:t>DPT, s.r.o.</w:t>
                          </w:r>
                        </w:p>
                        <w:p w:rsidR="000C65C6" w:rsidRPr="00AE31DE" w:rsidRDefault="000C65C6" w:rsidP="00AE31DE">
                          <w:pPr>
                            <w:spacing w:before="0" w:after="0"/>
                            <w:rPr>
                              <w:sz w:val="16"/>
                              <w:szCs w:val="16"/>
                            </w:rPr>
                          </w:pPr>
                          <w:r w:rsidRPr="00AE31DE">
                            <w:rPr>
                              <w:sz w:val="16"/>
                              <w:szCs w:val="16"/>
                            </w:rPr>
                            <w:t>Nám. Přemyslovců 16/9</w:t>
                          </w:r>
                        </w:p>
                        <w:p w:rsidR="000C65C6" w:rsidRPr="00AE31DE" w:rsidRDefault="000C65C6" w:rsidP="00AE31DE">
                          <w:pPr>
                            <w:spacing w:before="0" w:after="0"/>
                            <w:rPr>
                              <w:sz w:val="16"/>
                              <w:szCs w:val="16"/>
                            </w:rPr>
                          </w:pPr>
                          <w:r w:rsidRPr="00AE31DE">
                            <w:rPr>
                              <w:sz w:val="16"/>
                              <w:szCs w:val="16"/>
                            </w:rPr>
                            <w:t>288 02 Nymburk</w:t>
                          </w:r>
                        </w:p>
                        <w:p w:rsidR="000C65C6" w:rsidRPr="00AE31DE" w:rsidRDefault="000C65C6" w:rsidP="00AE31DE">
                          <w:pPr>
                            <w:spacing w:after="0"/>
                            <w:rPr>
                              <w:sz w:val="16"/>
                              <w:szCs w:val="16"/>
                            </w:rPr>
                          </w:pPr>
                          <w:r w:rsidRPr="00861A66">
                            <w:rPr>
                              <w:b/>
                              <w:color w:val="7B3363"/>
                              <w:sz w:val="16"/>
                              <w:szCs w:val="16"/>
                            </w:rPr>
                            <w:t>E-MAIL:</w:t>
                          </w:r>
                          <w:r w:rsidRPr="00861A66">
                            <w:rPr>
                              <w:color w:val="7B3363"/>
                              <w:sz w:val="16"/>
                              <w:szCs w:val="16"/>
                            </w:rPr>
                            <w:t xml:space="preserve"> </w:t>
                          </w:r>
                          <w:r w:rsidR="006C0E40">
                            <w:rPr>
                              <w:sz w:val="16"/>
                              <w:szCs w:val="16"/>
                            </w:rPr>
                            <w:t>info</w:t>
                          </w:r>
                          <w:r w:rsidRPr="00AE31DE">
                            <w:rPr>
                              <w:sz w:val="16"/>
                              <w:szCs w:val="16"/>
                            </w:rPr>
                            <w:t>@datonet.cz</w:t>
                          </w:r>
                        </w:p>
                        <w:p w:rsidR="000C65C6" w:rsidRPr="00AE31DE" w:rsidRDefault="000C65C6" w:rsidP="00AE31DE">
                          <w:pPr>
                            <w:spacing w:before="0" w:after="0"/>
                            <w:rPr>
                              <w:sz w:val="16"/>
                              <w:szCs w:val="16"/>
                            </w:rPr>
                          </w:pPr>
                          <w:r w:rsidRPr="00861A66">
                            <w:rPr>
                              <w:b/>
                              <w:color w:val="7B3363"/>
                              <w:sz w:val="16"/>
                              <w:szCs w:val="16"/>
                            </w:rPr>
                            <w:t>HOTLINE:</w:t>
                          </w:r>
                          <w:r w:rsidRPr="00861A66">
                            <w:rPr>
                              <w:color w:val="7B3363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AE31DE">
                            <w:rPr>
                              <w:sz w:val="16"/>
                              <w:szCs w:val="16"/>
                            </w:rPr>
                            <w:t>325 519 000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left:0;text-align:left;margin-left:33pt;margin-top:752.4pt;width:120.6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" filled="f" stroked="f" strokeweight=".5pt">
              <v:textbox inset="0,0,0,0">
                <w:txbxContent>
                  <w:p w:rsidR="000C65C6" w:rsidRDefault="000C65C6" w:rsidP="00AE31DE">
                    <w:pPr>
                      <w:spacing w:before="0" w:after="0"/>
                    </w:pPr>
                  </w:p>
                  <w:p w:rsidR="000C65C6" w:rsidRDefault="000C65C6" w:rsidP="00AE31DE">
                    <w:pPr>
                      <w:spacing w:before="0" w:after="0"/>
                    </w:pPr>
                  </w:p>
                  <w:p w:rsidR="000C65C6" w:rsidRPr="00AE31DE" w:rsidRDefault="00714245" w:rsidP="003A65CB">
                    <w:pPr>
                      <w:spacing w:after="0"/>
                      <w:rPr>
                        <w:sz w:val="16"/>
                        <w:szCs w:val="16"/>
                      </w:rPr>
                    </w:pPr>
                    <w:r w:rsidRPr="00AE31DE">
                      <w:rPr>
                        <w:sz w:val="16"/>
                        <w:szCs w:val="16"/>
                      </w:rPr>
                      <w:t>DPT, s.r.o.</w:t>
                    </w:r>
                  </w:p>
                  <w:p w:rsidR="000C65C6" w:rsidRPr="00AE31DE" w:rsidRDefault="000C65C6" w:rsidP="00AE31DE">
                    <w:pPr>
                      <w:spacing w:before="0" w:after="0"/>
                      <w:rPr>
                        <w:sz w:val="16"/>
                        <w:szCs w:val="16"/>
                      </w:rPr>
                    </w:pPr>
                    <w:r w:rsidRPr="00AE31DE">
                      <w:rPr>
                        <w:sz w:val="16"/>
                        <w:szCs w:val="16"/>
                      </w:rPr>
                      <w:t>Nám. Přemyslovců 16/9</w:t>
                    </w:r>
                  </w:p>
                  <w:p w:rsidR="000C65C6" w:rsidRPr="00AE31DE" w:rsidRDefault="000C65C6" w:rsidP="00AE31DE">
                    <w:pPr>
                      <w:spacing w:before="0" w:after="0"/>
                      <w:rPr>
                        <w:sz w:val="16"/>
                        <w:szCs w:val="16"/>
                      </w:rPr>
                    </w:pPr>
                    <w:r w:rsidRPr="00AE31DE">
                      <w:rPr>
                        <w:sz w:val="16"/>
                        <w:szCs w:val="16"/>
                      </w:rPr>
                      <w:t>288 02 Nymburk</w:t>
                    </w:r>
                  </w:p>
                  <w:p w:rsidR="000C65C6" w:rsidRPr="00AE31DE" w:rsidRDefault="000C65C6" w:rsidP="00AE31DE">
                    <w:pPr>
                      <w:spacing w:after="0"/>
                      <w:rPr>
                        <w:sz w:val="16"/>
                        <w:szCs w:val="16"/>
                      </w:rPr>
                    </w:pPr>
                    <w:r w:rsidRPr="00861A66">
                      <w:rPr>
                        <w:b/>
                        <w:color w:val="7B3363"/>
                        <w:sz w:val="16"/>
                        <w:szCs w:val="16"/>
                      </w:rPr>
                      <w:t>E-MAIL:</w:t>
                    </w:r>
                    <w:r w:rsidRPr="00861A66">
                      <w:rPr>
                        <w:color w:val="7B3363"/>
                        <w:sz w:val="16"/>
                        <w:szCs w:val="16"/>
                      </w:rPr>
                      <w:t xml:space="preserve"> </w:t>
                    </w:r>
                    <w:r w:rsidR="006C0E40">
                      <w:rPr>
                        <w:sz w:val="16"/>
                        <w:szCs w:val="16"/>
                      </w:rPr>
                      <w:t>info</w:t>
                    </w:r>
                    <w:r w:rsidRPr="00AE31DE">
                      <w:rPr>
                        <w:sz w:val="16"/>
                        <w:szCs w:val="16"/>
                      </w:rPr>
                      <w:t>@datonet.cz</w:t>
                    </w:r>
                  </w:p>
                  <w:p w:rsidR="000C65C6" w:rsidRPr="00AE31DE" w:rsidRDefault="000C65C6" w:rsidP="00AE31DE">
                    <w:pPr>
                      <w:spacing w:before="0" w:after="0"/>
                      <w:rPr>
                        <w:sz w:val="16"/>
                        <w:szCs w:val="16"/>
                      </w:rPr>
                    </w:pPr>
                    <w:r w:rsidRPr="00861A66">
                      <w:rPr>
                        <w:b/>
                        <w:color w:val="7B3363"/>
                        <w:sz w:val="16"/>
                        <w:szCs w:val="16"/>
                      </w:rPr>
                      <w:t>HOTLINE:</w:t>
                    </w:r>
                    <w:r w:rsidRPr="00861A66">
                      <w:rPr>
                        <w:color w:val="7B3363"/>
                        <w:sz w:val="16"/>
                        <w:szCs w:val="16"/>
                      </w:rPr>
                      <w:t xml:space="preserve"> </w:t>
                    </w:r>
                    <w:r w:rsidRPr="00AE31DE">
                      <w:rPr>
                        <w:sz w:val="16"/>
                        <w:szCs w:val="16"/>
                      </w:rPr>
                      <w:t>325 519 000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9D002A">
      <w:rPr>
        <w:b/>
        <w:color w:val="F5C037"/>
        <w:sz w:val="26"/>
        <w:szCs w:val="26"/>
      </w:rPr>
      <w:t>www.datonet.cz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C63" w:rsidRDefault="00A00C63" w:rsidP="000C65C6">
      <w:pPr>
        <w:spacing w:after="0" w:line="240" w:lineRule="auto"/>
      </w:pPr>
      <w:r>
        <w:separator/>
      </w:r>
    </w:p>
  </w:footnote>
  <w:footnote w:type="continuationSeparator" w:id="0">
    <w:p w:rsidR="00A00C63" w:rsidRDefault="00A00C63" w:rsidP="000C6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5C6" w:rsidRDefault="00033C8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467995</wp:posOffset>
          </wp:positionH>
          <wp:positionV relativeFrom="page">
            <wp:posOffset>720090</wp:posOffset>
          </wp:positionV>
          <wp:extent cx="1656000" cy="763200"/>
          <wp:effectExtent l="0" t="0" r="1905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56000" cy="763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E33BF5"/>
    <w:multiLevelType w:val="multilevel"/>
    <w:tmpl w:val="4B763FF8"/>
    <w:lvl w:ilvl="0">
      <w:start w:val="1"/>
      <w:numFmt w:val="decimal"/>
      <w:pStyle w:val="Nadpis1"/>
      <w:lvlText w:val="%1.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F441E88"/>
    <w:multiLevelType w:val="hybridMultilevel"/>
    <w:tmpl w:val="2968C80A"/>
    <w:lvl w:ilvl="0" w:tplc="A3821D80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26F"/>
    <w:rsid w:val="000209C8"/>
    <w:rsid w:val="00033C87"/>
    <w:rsid w:val="000436ED"/>
    <w:rsid w:val="00043D7F"/>
    <w:rsid w:val="00093B62"/>
    <w:rsid w:val="00094F2B"/>
    <w:rsid w:val="000C65C6"/>
    <w:rsid w:val="001510BA"/>
    <w:rsid w:val="0019421C"/>
    <w:rsid w:val="001D4A79"/>
    <w:rsid w:val="001E20EA"/>
    <w:rsid w:val="001F7648"/>
    <w:rsid w:val="00203EB7"/>
    <w:rsid w:val="002501CA"/>
    <w:rsid w:val="0029216D"/>
    <w:rsid w:val="0030664E"/>
    <w:rsid w:val="003A65CB"/>
    <w:rsid w:val="004437C1"/>
    <w:rsid w:val="00503E1B"/>
    <w:rsid w:val="00513761"/>
    <w:rsid w:val="00514805"/>
    <w:rsid w:val="0053274A"/>
    <w:rsid w:val="0056319C"/>
    <w:rsid w:val="005D2D14"/>
    <w:rsid w:val="005F3DD3"/>
    <w:rsid w:val="00640FA4"/>
    <w:rsid w:val="006656FA"/>
    <w:rsid w:val="006C0E40"/>
    <w:rsid w:val="00714245"/>
    <w:rsid w:val="0074676E"/>
    <w:rsid w:val="007B7700"/>
    <w:rsid w:val="007E7AEA"/>
    <w:rsid w:val="007F47C9"/>
    <w:rsid w:val="00834255"/>
    <w:rsid w:val="00861A66"/>
    <w:rsid w:val="008651AA"/>
    <w:rsid w:val="00897AAF"/>
    <w:rsid w:val="00923314"/>
    <w:rsid w:val="0092342E"/>
    <w:rsid w:val="009D002A"/>
    <w:rsid w:val="009D6531"/>
    <w:rsid w:val="00A00C63"/>
    <w:rsid w:val="00A56473"/>
    <w:rsid w:val="00A60E79"/>
    <w:rsid w:val="00A70CD5"/>
    <w:rsid w:val="00A82A38"/>
    <w:rsid w:val="00AE31DE"/>
    <w:rsid w:val="00B14D53"/>
    <w:rsid w:val="00B86210"/>
    <w:rsid w:val="00BA226F"/>
    <w:rsid w:val="00BB3B4B"/>
    <w:rsid w:val="00C0760E"/>
    <w:rsid w:val="00C41289"/>
    <w:rsid w:val="00C52143"/>
    <w:rsid w:val="00C971D9"/>
    <w:rsid w:val="00D4752D"/>
    <w:rsid w:val="00D80833"/>
    <w:rsid w:val="00E35885"/>
    <w:rsid w:val="00E57D6B"/>
    <w:rsid w:val="00F16975"/>
    <w:rsid w:val="00F2717E"/>
    <w:rsid w:val="00F773E3"/>
    <w:rsid w:val="00F93F5E"/>
    <w:rsid w:val="00FA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8AA0AAE-73A5-4A4E-839D-CF2C741B9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yriad Pro" w:eastAsiaTheme="minorHAnsi" w:hAnsi="Myriad Pro" w:cstheme="minorBidi"/>
        <w:sz w:val="18"/>
        <w:szCs w:val="22"/>
        <w:lang w:val="cs-CZ" w:eastAsia="en-US" w:bidi="ar-SA"/>
      </w:rPr>
    </w:rPrDefault>
    <w:pPrDefault>
      <w:pPr>
        <w:spacing w:after="24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F3DD3"/>
    <w:pPr>
      <w:spacing w:before="120" w:after="120"/>
      <w:contextualSpacing/>
      <w:jc w:val="both"/>
    </w:pPr>
    <w:rPr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56319C"/>
    <w:pPr>
      <w:keepNext/>
      <w:keepLines/>
      <w:numPr>
        <w:numId w:val="2"/>
      </w:numPr>
      <w:spacing w:before="240"/>
      <w:outlineLvl w:val="0"/>
    </w:pPr>
    <w:rPr>
      <w:rFonts w:ascii="Proxima Nova" w:eastAsiaTheme="majorEastAsia" w:hAnsi="Proxima Nova" w:cstheme="majorBidi"/>
      <w:b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firma">
    <w:name w:val="firma"/>
    <w:basedOn w:val="nadpis"/>
    <w:next w:val="adresazakaznika"/>
    <w:qFormat/>
    <w:rsid w:val="00897AAF"/>
    <w:pPr>
      <w:spacing w:before="2160"/>
      <w:contextualSpacing w:val="0"/>
      <w:jc w:val="center"/>
    </w:pPr>
    <w:rPr>
      <w:color w:val="auto"/>
      <w:sz w:val="32"/>
    </w:rPr>
  </w:style>
  <w:style w:type="paragraph" w:customStyle="1" w:styleId="nadpis">
    <w:name w:val="nadpis"/>
    <w:basedOn w:val="Normln"/>
    <w:qFormat/>
    <w:rsid w:val="00A70CD5"/>
    <w:pPr>
      <w:keepNext/>
      <w:spacing w:before="600"/>
    </w:pPr>
    <w:rPr>
      <w:b/>
      <w:color w:val="7B3363"/>
      <w:sz w:val="26"/>
    </w:rPr>
  </w:style>
  <w:style w:type="paragraph" w:customStyle="1" w:styleId="adresazakaznika">
    <w:name w:val="adresa_zakaznika"/>
    <w:basedOn w:val="Normln"/>
    <w:qFormat/>
    <w:rsid w:val="00897AAF"/>
    <w:pPr>
      <w:spacing w:before="240"/>
      <w:jc w:val="center"/>
    </w:pPr>
    <w:rPr>
      <w:sz w:val="28"/>
    </w:rPr>
  </w:style>
  <w:style w:type="paragraph" w:customStyle="1" w:styleId="naefirma">
    <w:name w:val="naše firma"/>
    <w:basedOn w:val="Normln"/>
    <w:qFormat/>
    <w:rsid w:val="00897AAF"/>
    <w:pPr>
      <w:spacing w:before="240"/>
      <w:jc w:val="center"/>
    </w:pPr>
    <w:rPr>
      <w:b/>
      <w:sz w:val="32"/>
    </w:rPr>
  </w:style>
  <w:style w:type="paragraph" w:styleId="Zhlav">
    <w:name w:val="header"/>
    <w:basedOn w:val="Normln"/>
    <w:link w:val="ZhlavChar"/>
    <w:uiPriority w:val="99"/>
    <w:unhideWhenUsed/>
    <w:rsid w:val="000C6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65C6"/>
  </w:style>
  <w:style w:type="paragraph" w:styleId="Zpat">
    <w:name w:val="footer"/>
    <w:basedOn w:val="Normln"/>
    <w:link w:val="ZpatChar"/>
    <w:uiPriority w:val="99"/>
    <w:unhideWhenUsed/>
    <w:rsid w:val="000C6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65C6"/>
  </w:style>
  <w:style w:type="paragraph" w:styleId="Textbubliny">
    <w:name w:val="Balloon Text"/>
    <w:basedOn w:val="Normln"/>
    <w:link w:val="TextbublinyChar"/>
    <w:uiPriority w:val="99"/>
    <w:semiHidden/>
    <w:unhideWhenUsed/>
    <w:rsid w:val="00E35885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5885"/>
    <w:rPr>
      <w:rFonts w:ascii="Segoe UI" w:hAnsi="Segoe UI" w:cs="Segoe UI"/>
      <w:szCs w:val="18"/>
    </w:rPr>
  </w:style>
  <w:style w:type="paragraph" w:styleId="Odstavecseseznamem">
    <w:name w:val="List Paragraph"/>
    <w:basedOn w:val="Normln"/>
    <w:link w:val="OdstavecseseznamemChar"/>
    <w:uiPriority w:val="34"/>
    <w:qFormat/>
    <w:rsid w:val="00203EB7"/>
    <w:pPr>
      <w:ind w:left="720"/>
    </w:pPr>
  </w:style>
  <w:style w:type="paragraph" w:customStyle="1" w:styleId="odrky">
    <w:name w:val="odrážky"/>
    <w:basedOn w:val="Odstavecseseznamem"/>
    <w:link w:val="odrkyChar"/>
    <w:qFormat/>
    <w:rsid w:val="00094F2B"/>
    <w:pPr>
      <w:numPr>
        <w:numId w:val="1"/>
      </w:numPr>
      <w:ind w:left="567"/>
    </w:pPr>
  </w:style>
  <w:style w:type="character" w:customStyle="1" w:styleId="zdraznn">
    <w:name w:val="zdůraznění"/>
    <w:basedOn w:val="Standardnpsmoodstavce"/>
    <w:uiPriority w:val="1"/>
    <w:qFormat/>
    <w:rsid w:val="00094F2B"/>
    <w:rPr>
      <w:b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094F2B"/>
    <w:rPr>
      <w:color w:val="737473"/>
    </w:rPr>
  </w:style>
  <w:style w:type="character" w:customStyle="1" w:styleId="odrkyChar">
    <w:name w:val="odrážky Char"/>
    <w:basedOn w:val="OdstavecseseznamemChar"/>
    <w:link w:val="odrky"/>
    <w:rsid w:val="00094F2B"/>
    <w:rPr>
      <w:color w:val="737473"/>
    </w:rPr>
  </w:style>
  <w:style w:type="character" w:customStyle="1" w:styleId="Nadpis1Char">
    <w:name w:val="Nadpis 1 Char"/>
    <w:basedOn w:val="Standardnpsmoodstavce"/>
    <w:link w:val="Nadpis1"/>
    <w:uiPriority w:val="9"/>
    <w:rsid w:val="0056319C"/>
    <w:rPr>
      <w:rFonts w:ascii="Proxima Nova" w:eastAsiaTheme="majorEastAsia" w:hAnsi="Proxima Nova" w:cstheme="majorBidi"/>
      <w:b/>
      <w:sz w:val="22"/>
      <w:szCs w:val="32"/>
    </w:rPr>
  </w:style>
  <w:style w:type="table" w:styleId="Mkatabulky">
    <w:name w:val="Table Grid"/>
    <w:basedOn w:val="Normlntabulka"/>
    <w:uiPriority w:val="39"/>
    <w:rsid w:val="00563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Datonet\Datonet\FORMULARE\nabidka_DPT%20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nabidka_DPT </Template>
  <TotalTime>34</TotalTime>
  <Pages>1</Pages>
  <Words>175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Pletichová Lenka</dc:creator>
  <cp:lastModifiedBy>Účet Microsoft</cp:lastModifiedBy>
  <cp:revision>9</cp:revision>
  <cp:lastPrinted>2018-02-02T09:14:00Z</cp:lastPrinted>
  <dcterms:created xsi:type="dcterms:W3CDTF">2018-02-02T09:14:00Z</dcterms:created>
  <dcterms:modified xsi:type="dcterms:W3CDTF">2021-06-16T07:55:00Z</dcterms:modified>
</cp:coreProperties>
</file>